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E6C8B2F-F566-4700-9D31-B7A5B3FC385C}"/>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